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E3CAA88-5637-46F5-A991-B53F458F4847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